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r>
        <w:softHyphen/>
      </w:r>
      <w:bookmarkStart w:id="0" w:name="_GoBack"/>
      <w:bookmarkEnd w:id="0"/>
    </w:p>
    <w:sectPr w:rsidR="00822811" w:rsidRPr="00080D25" w:rsidSect="00F510DC">
      <w:headerReference w:type="default" r:id="rId7"/>
      <w:footerReference w:type="default" r:id="rId8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F5E" w:rsidRDefault="00251F5E" w:rsidP="00DA788F">
      <w:pPr>
        <w:spacing w:after="0" w:line="240" w:lineRule="auto"/>
      </w:pPr>
      <w:r>
        <w:separator/>
      </w:r>
    </w:p>
  </w:endnote>
  <w:end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FD6" w:rsidRPr="00A74254" w:rsidRDefault="00251F5E" w:rsidP="00D61FD6">
    <w:pPr>
      <w:pStyle w:val="Rodap"/>
      <w:spacing w:before="120" w:after="60"/>
      <w:rPr>
        <w:rFonts w:ascii="Verdana" w:hAnsi="Verdana"/>
        <w:b/>
        <w:color w:val="41284B"/>
        <w:sz w:val="18"/>
        <w:szCs w:val="18"/>
      </w:rPr>
    </w:pPr>
    <w:r>
      <w:rPr>
        <w:rFonts w:ascii="Verdana" w:hAnsi="Verdana"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4425315</wp:posOffset>
          </wp:positionH>
          <wp:positionV relativeFrom="paragraph">
            <wp:posOffset>-55245</wp:posOffset>
          </wp:positionV>
          <wp:extent cx="1105200" cy="1105200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ositiva vertical p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200" cy="110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61FD6" w:rsidRPr="00813676" w:rsidRDefault="00D61FD6" w:rsidP="00D61FD6">
    <w:pPr>
      <w:pStyle w:val="Rodap"/>
      <w:spacing w:before="120" w:after="60"/>
      <w:rPr>
        <w:rFonts w:ascii="Verdana" w:hAnsi="Verdana"/>
        <w:b/>
        <w:color w:val="000000" w:themeColor="text1"/>
        <w:sz w:val="16"/>
        <w:szCs w:val="16"/>
      </w:rPr>
    </w:pPr>
    <w:r w:rsidRPr="00813676">
      <w:rPr>
        <w:rFonts w:ascii="Verdana" w:hAnsi="Verdana"/>
        <w:b/>
        <w:color w:val="000000" w:themeColor="text1"/>
        <w:sz w:val="16"/>
        <w:szCs w:val="16"/>
      </w:rPr>
      <w:t>SECRETARIA | DEPARTAMENTO | DIVISÃO | GABINETE</w:t>
    </w:r>
  </w:p>
  <w:p w:rsidR="00D61FD6" w:rsidRPr="00813676" w:rsidRDefault="00D61FD6" w:rsidP="00D61FD6">
    <w:pPr>
      <w:pStyle w:val="Rodap"/>
      <w:tabs>
        <w:tab w:val="clear" w:pos="8504"/>
        <w:tab w:val="left" w:pos="6836"/>
      </w:tabs>
      <w:rPr>
        <w:rFonts w:ascii="Verdana" w:hAnsi="Verdana"/>
        <w:color w:val="000000" w:themeColor="text1"/>
        <w:vertAlign w:val="superscript"/>
      </w:rPr>
    </w:pP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3DB65D" wp14:editId="7B89BEB6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11500"/>
                            </a14:imgEffect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6E663D68" wp14:editId="634EB132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5CF0B317" wp14:editId="191350B9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noProof/>
        <w:color w:val="000000" w:themeColor="text1"/>
        <w:vertAlign w:val="superscript"/>
        <w:lang w:val="en-US"/>
      </w:rPr>
      <w:drawing>
        <wp:inline distT="0" distB="0" distL="0" distR="0" wp14:anchorId="150C9B1B" wp14:editId="1FA722BE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/ASSEMBLEIASP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69EC94E2" wp14:editId="34189558">
          <wp:extent cx="327025" cy="148590"/>
          <wp:effectExtent l="0" t="0" r="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3551"/>
                  <a:stretch/>
                </pic:blipFill>
                <pic:spPr bwMode="auto">
                  <a:xfrm>
                    <a:off x="0" y="0"/>
                    <a:ext cx="329267" cy="1496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WWW.AL.SP.GOV.BR</w:t>
    </w:r>
  </w:p>
  <w:p w:rsidR="00D61FD6" w:rsidRPr="00813676" w:rsidRDefault="00D61FD6" w:rsidP="00D61FD6">
    <w:pPr>
      <w:pStyle w:val="Rodap"/>
      <w:rPr>
        <w:color w:val="000000" w:themeColor="text1"/>
        <w:vertAlign w:val="superscript"/>
      </w:rPr>
    </w:pP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2E261262" wp14:editId="059C0309">
          <wp:extent cx="177165" cy="142875"/>
          <wp:effectExtent l="0" t="0" r="0" b="952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5" r="82613" b="64600"/>
                  <a:stretch/>
                </pic:blipFill>
                <pic:spPr bwMode="auto">
                  <a:xfrm>
                    <a:off x="0" y="0"/>
                    <a:ext cx="180609" cy="1456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 xml:space="preserve"> AV. PEDRO ÁLVARES CABRAL, 201 – SÃO PAULO – SP </w:t>
    </w:r>
    <w:r w:rsidRPr="00813676">
      <w:rPr>
        <w:rFonts w:ascii="Verdana" w:hAnsi="Verdana" w:cstheme="minorHAnsi"/>
        <w:b/>
        <w:noProof/>
        <w:color w:val="000000" w:themeColor="text1"/>
        <w:vertAlign w:val="superscript"/>
        <w:lang w:val="en-US"/>
      </w:rPr>
      <w:drawing>
        <wp:inline distT="0" distB="0" distL="0" distR="0" wp14:anchorId="4D2D240B" wp14:editId="57CCA78A">
          <wp:extent cx="319460" cy="147955"/>
          <wp:effectExtent l="0" t="0" r="0" b="444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13676">
      <w:rPr>
        <w:rFonts w:ascii="Verdana" w:hAnsi="Verdana"/>
        <w:color w:val="000000" w:themeColor="text1"/>
        <w:vertAlign w:val="superscript"/>
      </w:rPr>
      <w:t>(11)3886-6000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F5E" w:rsidRDefault="00251F5E" w:rsidP="00DA788F">
      <w:pPr>
        <w:spacing w:after="0" w:line="240" w:lineRule="auto"/>
      </w:pPr>
      <w:r>
        <w:separator/>
      </w:r>
    </w:p>
  </w:footnote>
  <w:footnote w:type="continuationSeparator" w:id="0">
    <w:p w:rsidR="00251F5E" w:rsidRDefault="00251F5E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7D3FBC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31681" cy="1047600"/>
          <wp:effectExtent l="0" t="0" r="0" b="635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asãoDocP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1681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5E"/>
    <w:rsid w:val="00080D25"/>
    <w:rsid w:val="000A57FA"/>
    <w:rsid w:val="000C4BF3"/>
    <w:rsid w:val="000F0474"/>
    <w:rsid w:val="000F39F3"/>
    <w:rsid w:val="00175BBB"/>
    <w:rsid w:val="001F7F01"/>
    <w:rsid w:val="00251F5E"/>
    <w:rsid w:val="002D2858"/>
    <w:rsid w:val="003D2453"/>
    <w:rsid w:val="00410E3B"/>
    <w:rsid w:val="004168EE"/>
    <w:rsid w:val="00426F5E"/>
    <w:rsid w:val="00505461"/>
    <w:rsid w:val="00526ECA"/>
    <w:rsid w:val="00554617"/>
    <w:rsid w:val="005738F8"/>
    <w:rsid w:val="005B2683"/>
    <w:rsid w:val="00661C08"/>
    <w:rsid w:val="007D3FBC"/>
    <w:rsid w:val="00822811"/>
    <w:rsid w:val="0088240B"/>
    <w:rsid w:val="00893B97"/>
    <w:rsid w:val="008F297A"/>
    <w:rsid w:val="0090406E"/>
    <w:rsid w:val="0097561F"/>
    <w:rsid w:val="009874F3"/>
    <w:rsid w:val="009A416A"/>
    <w:rsid w:val="00AB422A"/>
    <w:rsid w:val="00C368A2"/>
    <w:rsid w:val="00CB7293"/>
    <w:rsid w:val="00CC7E07"/>
    <w:rsid w:val="00D61FD6"/>
    <w:rsid w:val="00D81DB7"/>
    <w:rsid w:val="00DA788F"/>
    <w:rsid w:val="00E14EBA"/>
    <w:rsid w:val="00EB35D1"/>
    <w:rsid w:val="00F510DC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857664-2768-4678-8374-D1B6079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7" Type="http://schemas.microsoft.com/office/2007/relationships/hdphoto" Target="media/hdphoto2.wdp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5438507-7bef-4181-b135-9af7e3046220_modelo_timbrado_word_2022.zip.220\modelo_brasao_marca_pb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D4BE5-FF13-407A-89F1-E13B702C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modelo_brasao_marca_pb_personalizavel_07_10_2022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1</cp:revision>
  <cp:lastPrinted>2021-10-20T20:05:00Z</cp:lastPrinted>
  <dcterms:created xsi:type="dcterms:W3CDTF">2025-01-28T18:26:00Z</dcterms:created>
  <dcterms:modified xsi:type="dcterms:W3CDTF">2025-01-28T18:48:00Z</dcterms:modified>
</cp:coreProperties>
</file>